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4AEF09D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9046A" w:rsidRPr="0009046A">
        <w:rPr>
          <w:rFonts w:ascii="Corbel" w:hAnsi="Corbel"/>
          <w:bCs/>
          <w:i/>
        </w:rPr>
        <w:t xml:space="preserve"> </w:t>
      </w:r>
      <w:r w:rsidR="0009046A" w:rsidRPr="0009046A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D9C73C6" w14:textId="76DDE2FF" w:rsidR="00687F98" w:rsidRDefault="0071620A" w:rsidP="00687F98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7F98">
        <w:rPr>
          <w:rFonts w:ascii="Corbel" w:hAnsi="Corbel"/>
          <w:i/>
          <w:smallCaps/>
          <w:sz w:val="24"/>
          <w:szCs w:val="24"/>
        </w:rPr>
        <w:t>202</w:t>
      </w:r>
      <w:r w:rsidR="0009046A">
        <w:rPr>
          <w:rFonts w:ascii="Corbel" w:hAnsi="Corbel"/>
          <w:i/>
          <w:smallCaps/>
          <w:sz w:val="24"/>
          <w:szCs w:val="24"/>
        </w:rPr>
        <w:t>3</w:t>
      </w:r>
      <w:r w:rsidR="00687F98">
        <w:rPr>
          <w:rFonts w:ascii="Corbel" w:hAnsi="Corbel"/>
          <w:i/>
          <w:smallCaps/>
          <w:sz w:val="24"/>
          <w:szCs w:val="24"/>
        </w:rPr>
        <w:t>–202</w:t>
      </w:r>
      <w:r w:rsidR="0009046A">
        <w:rPr>
          <w:rFonts w:ascii="Corbel" w:hAnsi="Corbel"/>
          <w:i/>
          <w:smallCaps/>
          <w:sz w:val="24"/>
          <w:szCs w:val="24"/>
        </w:rPr>
        <w:t>5</w:t>
      </w:r>
      <w:r w:rsidR="00EA4832">
        <w:rPr>
          <w:rFonts w:ascii="Corbel" w:hAnsi="Corbel"/>
          <w:i/>
          <w:sz w:val="24"/>
          <w:szCs w:val="24"/>
        </w:rPr>
        <w:t xml:space="preserve">   </w:t>
      </w:r>
    </w:p>
    <w:p w14:paraId="739487D8" w14:textId="77777777" w:rsidR="0085747A" w:rsidRDefault="0085747A" w:rsidP="00687F98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FBDA86A" w14:textId="7EBFFF7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87F98">
        <w:rPr>
          <w:rFonts w:ascii="Corbel" w:hAnsi="Corbel"/>
          <w:sz w:val="20"/>
          <w:szCs w:val="20"/>
        </w:rPr>
        <w:t>202</w:t>
      </w:r>
      <w:r w:rsidR="0009046A">
        <w:rPr>
          <w:rFonts w:ascii="Corbel" w:hAnsi="Corbel"/>
          <w:sz w:val="20"/>
          <w:szCs w:val="20"/>
        </w:rPr>
        <w:t>3</w:t>
      </w:r>
      <w:r w:rsidR="00687F98">
        <w:rPr>
          <w:rFonts w:ascii="Corbel" w:hAnsi="Corbel"/>
          <w:sz w:val="20"/>
          <w:szCs w:val="20"/>
        </w:rPr>
        <w:t>/202</w:t>
      </w:r>
      <w:r w:rsidR="0009046A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622F95" w14:textId="77777777" w:rsidTr="015D746D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B21EDD" w14:textId="77777777" w:rsidR="0085747A" w:rsidRPr="00687F98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7F9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w:rsidR="0085747A" w:rsidRPr="009C54AE" w14:paraId="72DF3BFC" w14:textId="77777777" w:rsidTr="015D746D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2158F7" w14:textId="77777777" w:rsidR="0085747A" w:rsidRPr="009C54AE" w:rsidRDefault="009077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P2S[2]O_03</w:t>
            </w:r>
          </w:p>
        </w:tc>
      </w:tr>
      <w:tr w:rsidR="0085747A" w:rsidRPr="009C54AE" w14:paraId="5C0172EC" w14:textId="77777777" w:rsidTr="015D746D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EA36E1" w14:textId="77777777" w:rsidTr="015D746D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5E4FEB97" w:rsidR="0085747A" w:rsidRPr="009C54AE" w:rsidRDefault="00D04EE3" w:rsidP="00D04E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4EE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D78AE29" w14:textId="77777777" w:rsidTr="015D746D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80C1CF" w14:textId="77777777" w:rsidR="0085747A" w:rsidRPr="009C54AE" w:rsidRDefault="00E14E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57966">
              <w:rPr>
                <w:rFonts w:ascii="Corbel" w:hAnsi="Corbel"/>
                <w:b w:val="0"/>
                <w:sz w:val="24"/>
                <w:szCs w:val="24"/>
              </w:rPr>
              <w:t xml:space="preserve">raca socjalna </w:t>
            </w:r>
          </w:p>
        </w:tc>
      </w:tr>
      <w:tr w:rsidR="0085747A" w:rsidRPr="009C54AE" w14:paraId="393D1AE1" w14:textId="77777777" w:rsidTr="015D746D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13188F7" w14:textId="77777777" w:rsidTr="015D746D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B469018" w14:textId="77777777" w:rsidTr="015D746D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C23812B" w14:textId="77777777" w:rsidTr="015D746D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3B971E" w14:textId="77777777" w:rsidR="0085747A" w:rsidRPr="009C54AE" w:rsidRDefault="00E14E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57966" w:rsidRPr="00357966">
              <w:rPr>
                <w:rFonts w:ascii="Corbel" w:hAnsi="Corbel"/>
                <w:b w:val="0"/>
                <w:sz w:val="24"/>
                <w:szCs w:val="24"/>
              </w:rPr>
              <w:t>ok 1, semestr II</w:t>
            </w:r>
          </w:p>
        </w:tc>
      </w:tr>
      <w:tr w:rsidR="0085747A" w:rsidRPr="009C54AE" w14:paraId="4D6BEF29" w14:textId="77777777" w:rsidTr="015D746D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85747A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3F51518" w14:textId="77777777" w:rsidTr="015D746D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923D7D" w:rsidRPr="009C54AE" w:rsidRDefault="00357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14EF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241562CE" w14:textId="77777777" w:rsidTr="015D746D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827FEE" w14:textId="6F220DD1" w:rsidR="0085747A" w:rsidRPr="009C54AE" w:rsidRDefault="2D88CD4A" w:rsidP="015D7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85747A" w:rsidRPr="009C54AE" w14:paraId="044C885D" w14:textId="77777777" w:rsidTr="015D746D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B63D3" w14:textId="6028CEA2" w:rsidR="0085747A" w:rsidRPr="009C54AE" w:rsidRDefault="60BDE1C2" w:rsidP="015D7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5D746D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Pr="015D746D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687F9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687F9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D6D0C9" w14:textId="77777777" w:rsidTr="00687F9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DA7B" w14:textId="77777777" w:rsidR="00015B8F" w:rsidRPr="009C54AE" w:rsidRDefault="00357966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357966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8399AA2" w:rsidR="00015B8F" w:rsidRPr="009C54AE" w:rsidRDefault="00364A51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701A4D" w:rsidP="00687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27B00A" w14:textId="77777777" w:rsidR="00687F98" w:rsidRDefault="00687F9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021301" w14:textId="77777777" w:rsidR="0085747A" w:rsidRPr="009C54AE" w:rsidRDefault="00687F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701A4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EAFD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CA6E7" w14:textId="77777777" w:rsidR="00E960BB" w:rsidRDefault="001B136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B94D5A5" w14:textId="77777777" w:rsidR="00687F98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687F98" w:rsidRPr="009C54AE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B7F841C" w14:textId="77777777" w:rsidTr="00745302">
        <w:tc>
          <w:tcPr>
            <w:tcW w:w="9670" w:type="dxa"/>
          </w:tcPr>
          <w:p w14:paraId="207AD265" w14:textId="77777777" w:rsidR="0085747A" w:rsidRPr="009C54AE" w:rsidRDefault="0000716F" w:rsidP="000071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</w:t>
            </w:r>
            <w:r w:rsidRPr="00007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687F9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C67CDBF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CBCCA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 perspektywy pracy socjalnej.</w:t>
            </w:r>
          </w:p>
        </w:tc>
      </w:tr>
      <w:tr w:rsidR="0085747A" w:rsidRPr="009C54AE" w14:paraId="4163551E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0071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07D84A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185CB6C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071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272AA2" w14:textId="77777777" w:rsidR="0085747A" w:rsidRPr="009C54AE" w:rsidRDefault="000071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16F"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B65DEA1" w14:textId="77777777" w:rsidTr="005E6E85">
        <w:tc>
          <w:tcPr>
            <w:tcW w:w="1701" w:type="dxa"/>
          </w:tcPr>
          <w:p w14:paraId="4FCA5964" w14:textId="77777777" w:rsidR="0085747A" w:rsidRPr="009C54AE" w:rsidRDefault="00E14E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91780C5" w14:textId="77777777" w:rsidR="0085747A" w:rsidRPr="009C54AE" w:rsidRDefault="00777AC1" w:rsidP="00777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genezę i rozwój koncepcji pracy socjalnej oraz ich związki z problemów pojawiających się w środowisku społecznym</w:t>
            </w:r>
          </w:p>
        </w:tc>
        <w:tc>
          <w:tcPr>
            <w:tcW w:w="1873" w:type="dxa"/>
          </w:tcPr>
          <w:p w14:paraId="600668D8" w14:textId="77777777" w:rsidR="0085747A" w:rsidRPr="009C54AE" w:rsidRDefault="00085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806677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0967A9" w14:textId="77777777" w:rsidR="0085747A" w:rsidRPr="009C54AE" w:rsidRDefault="00777AC1" w:rsidP="00777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uwarunkowania</w:t>
            </w:r>
            <w:r w:rsidR="00085112"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kształtujące relację</w:t>
            </w:r>
            <w:r w:rsidR="00085112"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człowiek-środowisko oraz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085112"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wpływające na</w:t>
            </w:r>
            <w:r w:rsidR="00085112"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psychospołeczne funkcjonowani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85112" w:rsidRPr="00085112">
              <w:rPr>
                <w:rFonts w:ascii="Corbel" w:hAnsi="Corbel"/>
                <w:b w:val="0"/>
                <w:smallCaps w:val="0"/>
                <w:szCs w:val="24"/>
              </w:rPr>
              <w:t xml:space="preserve"> człowieka.</w:t>
            </w:r>
          </w:p>
        </w:tc>
        <w:tc>
          <w:tcPr>
            <w:tcW w:w="1873" w:type="dxa"/>
          </w:tcPr>
          <w:p w14:paraId="4BB8B948" w14:textId="77777777" w:rsidR="0085747A" w:rsidRPr="009C54AE" w:rsidRDefault="00085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4D6B5A2F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8511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3B7FB6" w14:textId="77777777" w:rsidR="0085747A" w:rsidRPr="009C54AE" w:rsidRDefault="00085112" w:rsidP="00777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Potrafi rozróżniać, analizować i wykorzystywać powiązania zachodzące między różnorodnymi zjawiskami społecznymi oraz kształtującymi się w ich wyniku kwestiami społecznymi.</w:t>
            </w:r>
          </w:p>
        </w:tc>
        <w:tc>
          <w:tcPr>
            <w:tcW w:w="1873" w:type="dxa"/>
          </w:tcPr>
          <w:p w14:paraId="3CFCD0C1" w14:textId="77777777" w:rsidR="0085747A" w:rsidRPr="009C54AE" w:rsidRDefault="00085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85112" w:rsidRPr="009C54AE" w14:paraId="7355DCC8" w14:textId="77777777" w:rsidTr="005E6E85">
        <w:tc>
          <w:tcPr>
            <w:tcW w:w="1701" w:type="dxa"/>
          </w:tcPr>
          <w:p w14:paraId="78C3198C" w14:textId="77777777" w:rsidR="00085112" w:rsidRPr="009C54AE" w:rsidRDefault="00085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0D8C9E5" w14:textId="77777777" w:rsidR="00085112" w:rsidRPr="009C54AE" w:rsidRDefault="00085112" w:rsidP="00777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5112">
              <w:rPr>
                <w:rFonts w:ascii="Corbel" w:hAnsi="Corbel"/>
                <w:b w:val="0"/>
                <w:smallCaps w:val="0"/>
                <w:szCs w:val="24"/>
              </w:rPr>
              <w:t>Jest przygotowany do i</w:t>
            </w:r>
            <w:r w:rsidR="00777AC1">
              <w:rPr>
                <w:rFonts w:ascii="Corbel" w:hAnsi="Corbel"/>
                <w:b w:val="0"/>
                <w:smallCaps w:val="0"/>
                <w:szCs w:val="24"/>
              </w:rPr>
              <w:t>nicjowania działań związanych z </w:t>
            </w:r>
            <w:r w:rsidRPr="00085112">
              <w:rPr>
                <w:rFonts w:ascii="Corbel" w:hAnsi="Corbel"/>
                <w:b w:val="0"/>
                <w:smallCaps w:val="0"/>
                <w:szCs w:val="24"/>
              </w:rPr>
              <w:t>zaspokajaniem potrzeb socjalnych.</w:t>
            </w:r>
          </w:p>
        </w:tc>
        <w:tc>
          <w:tcPr>
            <w:tcW w:w="1873" w:type="dxa"/>
          </w:tcPr>
          <w:p w14:paraId="0A428CB4" w14:textId="77777777" w:rsidR="00085112" w:rsidRDefault="00085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777AC1">
        <w:tc>
          <w:tcPr>
            <w:tcW w:w="9639" w:type="dxa"/>
          </w:tcPr>
          <w:p w14:paraId="35113026" w14:textId="77777777" w:rsidR="0085747A" w:rsidRPr="009C54AE" w:rsidRDefault="0085747A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845E88" w14:textId="77777777" w:rsidTr="00777AC1">
        <w:tc>
          <w:tcPr>
            <w:tcW w:w="9639" w:type="dxa"/>
          </w:tcPr>
          <w:p w14:paraId="79993D4B" w14:textId="77777777" w:rsidR="0085747A" w:rsidRPr="009C54AE" w:rsidRDefault="00B3108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 w:rsidRPr="00B31089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w:rsidR="00141D39" w:rsidRPr="009C54AE" w14:paraId="533D1B37" w14:textId="77777777" w:rsidTr="00777AC1">
        <w:tc>
          <w:tcPr>
            <w:tcW w:w="9639" w:type="dxa"/>
          </w:tcPr>
          <w:p w14:paraId="26A49140" w14:textId="77777777" w:rsidR="00141D39" w:rsidRPr="00B3108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pracy socjalnej, specyfika metod w pracy socjalnej. Zarys głównych koncepcji w pracy socjalnej.</w:t>
            </w:r>
          </w:p>
        </w:tc>
      </w:tr>
      <w:tr w:rsidR="00141D39" w:rsidRPr="009C54AE" w14:paraId="2A22D47D" w14:textId="77777777" w:rsidTr="00777AC1">
        <w:tc>
          <w:tcPr>
            <w:tcW w:w="9639" w:type="dxa"/>
          </w:tcPr>
          <w:p w14:paraId="1EACF678" w14:textId="77777777" w:rsidR="00141D3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socjalnej jako źródło  metody pracy w środowisku zamieszkania. Metoda prowadzenia indywidualnego przypadku </w:t>
            </w:r>
            <w:r w:rsidRPr="0048010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w:rsidR="00141D39" w:rsidRPr="009C54AE" w14:paraId="50D75F30" w14:textId="77777777" w:rsidTr="00777AC1">
        <w:tc>
          <w:tcPr>
            <w:tcW w:w="9639" w:type="dxa"/>
          </w:tcPr>
          <w:p w14:paraId="468AB90D" w14:textId="77777777" w:rsidR="00141D39" w:rsidRDefault="00141D39" w:rsidP="00777AC1">
            <w:pPr>
              <w:pStyle w:val="Akapitzlist"/>
              <w:spacing w:after="0" w:line="240" w:lineRule="auto"/>
              <w:ind w:left="1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pracy </w:t>
            </w:r>
            <w:r w:rsidRPr="0048010A">
              <w:rPr>
                <w:rFonts w:ascii="Corbel" w:hAnsi="Corbel"/>
                <w:sz w:val="24"/>
                <w:szCs w:val="24"/>
              </w:rPr>
              <w:t>socjalnej jako źródło modeli metod pracy w środowisku zamieszkania: Metoda pracy grupowej (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group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istota, modele pracy grupowej, fazy oraz typologie grup pomocowych, praca w zespole specjalistów (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team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41D39" w:rsidRPr="009C54AE" w14:paraId="630A3996" w14:textId="77777777" w:rsidTr="00777AC1">
        <w:tc>
          <w:tcPr>
            <w:tcW w:w="9639" w:type="dxa"/>
          </w:tcPr>
          <w:p w14:paraId="7AE4DC11" w14:textId="77777777" w:rsidR="00141D39" w:rsidRDefault="001B2766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</w:t>
            </w:r>
            <w:r w:rsidRPr="0048010A">
              <w:rPr>
                <w:rFonts w:ascii="Corbel" w:hAnsi="Corbel"/>
                <w:sz w:val="24"/>
                <w:szCs w:val="24"/>
              </w:rPr>
              <w:t>pracy socjalnej jako źródło modeli metod pracy w środowisku zamieszkania: metoda organizowania społeczności lokalnej (</w:t>
            </w:r>
            <w:proofErr w:type="spellStart"/>
            <w:r w:rsidRPr="0048010A">
              <w:rPr>
                <w:rFonts w:ascii="Corbel" w:hAnsi="Corbel"/>
                <w:sz w:val="24"/>
                <w:szCs w:val="24"/>
              </w:rPr>
              <w:t>c</w:t>
            </w:r>
            <w:r w:rsidRPr="0048010A">
              <w:rPr>
                <w:rFonts w:ascii="Corbel" w:hAnsi="Corbel"/>
                <w:i/>
                <w:sz w:val="24"/>
                <w:szCs w:val="24"/>
              </w:rPr>
              <w:t>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community</w:t>
            </w:r>
            <w:proofErr w:type="spellEnd"/>
            <w:r w:rsidRPr="0048010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48010A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48010A">
              <w:rPr>
                <w:rFonts w:ascii="Corbel" w:hAnsi="Corbel"/>
                <w:sz w:val="24"/>
                <w:szCs w:val="24"/>
              </w:rPr>
              <w:t>) – istota metody oraz techniczny schemat postępowania metodycznego.</w:t>
            </w:r>
          </w:p>
        </w:tc>
      </w:tr>
      <w:tr w:rsidR="00135FDE" w:rsidRPr="009C54AE" w14:paraId="67FAE327" w14:textId="77777777" w:rsidTr="00777AC1">
        <w:tc>
          <w:tcPr>
            <w:tcW w:w="9639" w:type="dxa"/>
          </w:tcPr>
          <w:p w14:paraId="07CAE1D6" w14:textId="77777777" w:rsidR="00135FDE" w:rsidRDefault="00135FDE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4BA1">
              <w:rPr>
                <w:rFonts w:ascii="Corbel" w:hAnsi="Corbel"/>
                <w:sz w:val="24"/>
                <w:szCs w:val="24"/>
              </w:rPr>
              <w:lastRenderedPageBreak/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135FDE" w:rsidRPr="009C54AE" w14:paraId="24F0D62B" w14:textId="77777777" w:rsidTr="00777AC1">
        <w:tc>
          <w:tcPr>
            <w:tcW w:w="9639" w:type="dxa"/>
          </w:tcPr>
          <w:p w14:paraId="6B7B32D8" w14:textId="77777777" w:rsidR="00135FDE" w:rsidRPr="000F4BA1" w:rsidRDefault="00135FDE" w:rsidP="00687F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i jej aktualne kierunki.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3E0FAD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7B36F3" w14:textId="77777777" w:rsidTr="003E0FAD">
        <w:tc>
          <w:tcPr>
            <w:tcW w:w="9520" w:type="dxa"/>
          </w:tcPr>
          <w:p w14:paraId="6641A056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w:rsidR="0085747A" w:rsidRPr="009C54AE" w14:paraId="0E570A8F" w14:textId="77777777" w:rsidTr="003E0FAD">
        <w:tc>
          <w:tcPr>
            <w:tcW w:w="9520" w:type="dxa"/>
          </w:tcPr>
          <w:p w14:paraId="521AF75D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85747A" w:rsidRPr="009C54AE" w14:paraId="112106F0" w14:textId="77777777" w:rsidTr="003E0FAD">
        <w:tc>
          <w:tcPr>
            <w:tcW w:w="9520" w:type="dxa"/>
          </w:tcPr>
          <w:p w14:paraId="0C60E7FE" w14:textId="77777777" w:rsidR="0085747A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 środowisku zamieszkania, zagadnienia z zakresu organizacji pracy socjalnej w środowisku zamieszkania.</w:t>
            </w:r>
          </w:p>
        </w:tc>
      </w:tr>
      <w:tr w:rsidR="003E0FAD" w:rsidRPr="009C54AE" w14:paraId="02A2753F" w14:textId="77777777" w:rsidTr="003E0FAD">
        <w:tc>
          <w:tcPr>
            <w:tcW w:w="9520" w:type="dxa"/>
          </w:tcPr>
          <w:p w14:paraId="6D1747F3" w14:textId="77777777" w:rsidR="003E0FAD" w:rsidRPr="009C54AE" w:rsidRDefault="003E0F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w:rsidR="003E0FAD" w:rsidRPr="009C54AE" w14:paraId="15F4EF39" w14:textId="77777777" w:rsidTr="003E0FAD">
        <w:tc>
          <w:tcPr>
            <w:tcW w:w="9520" w:type="dxa"/>
          </w:tcPr>
          <w:p w14:paraId="72FC798E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statystyczno-ekonomiczny.</w:t>
            </w:r>
          </w:p>
        </w:tc>
      </w:tr>
      <w:tr w:rsidR="003E0FAD" w:rsidRPr="009C54AE" w14:paraId="3EA70F47" w14:textId="77777777" w:rsidTr="003E0FAD">
        <w:tc>
          <w:tcPr>
            <w:tcW w:w="9520" w:type="dxa"/>
          </w:tcPr>
          <w:p w14:paraId="7AB686B0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w:rsidR="003E0FAD" w:rsidRPr="009C54AE" w14:paraId="237472C1" w14:textId="77777777" w:rsidTr="003E0FAD">
        <w:tc>
          <w:tcPr>
            <w:tcW w:w="9520" w:type="dxa"/>
          </w:tcPr>
          <w:p w14:paraId="306049EE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 technice kontraktu.</w:t>
            </w:r>
          </w:p>
        </w:tc>
      </w:tr>
      <w:tr w:rsidR="003E0FAD" w:rsidRPr="009C54AE" w14:paraId="13EACFF7" w14:textId="77777777" w:rsidTr="003E0FAD">
        <w:tc>
          <w:tcPr>
            <w:tcW w:w="9520" w:type="dxa"/>
          </w:tcPr>
          <w:p w14:paraId="5638A13B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w:rsidR="003E0FAD" w:rsidRPr="009C54AE" w14:paraId="20AD6958" w14:textId="77777777" w:rsidTr="003E0FAD">
        <w:tc>
          <w:tcPr>
            <w:tcW w:w="9520" w:type="dxa"/>
          </w:tcPr>
          <w:p w14:paraId="5450EE5F" w14:textId="77777777" w:rsidR="003E0FAD" w:rsidRPr="009C54AE" w:rsidRDefault="003E0FAD" w:rsidP="003E0F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010A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AD83D" w14:textId="77777777" w:rsidR="0085747A" w:rsidRPr="00777AC1" w:rsidRDefault="000B6E90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multimedialną.</w:t>
      </w:r>
    </w:p>
    <w:p w14:paraId="427D81B6" w14:textId="77777777" w:rsidR="000B6E90" w:rsidRPr="00777AC1" w:rsidRDefault="000B6E90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77AC1">
        <w:rPr>
          <w:rFonts w:ascii="Corbel" w:hAnsi="Corbel"/>
          <w:b w:val="0"/>
          <w:i/>
          <w:smallCaps w:val="0"/>
          <w:szCs w:val="24"/>
        </w:rPr>
        <w:t>Ćwiczenia: praca w grupach, dyskusja, metoda projektu.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687F9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2851EC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21EE914" w14:textId="77777777" w:rsidTr="002851EC">
        <w:tc>
          <w:tcPr>
            <w:tcW w:w="1962" w:type="dxa"/>
          </w:tcPr>
          <w:p w14:paraId="1EB017B1" w14:textId="77777777" w:rsidR="0085747A" w:rsidRPr="009C54AE" w:rsidRDefault="0077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851EC"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54DF962" w14:textId="77777777" w:rsidR="0085747A" w:rsidRPr="00777AC1" w:rsidRDefault="0077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="00300A04" w:rsidRPr="00777AC1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69AACCD9" w14:textId="77777777" w:rsidR="0085747A" w:rsidRPr="009C54AE" w:rsidRDefault="0077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851EC" w:rsidRPr="009C54AE" w14:paraId="40A259E8" w14:textId="77777777" w:rsidTr="002851EC">
        <w:tc>
          <w:tcPr>
            <w:tcW w:w="1962" w:type="dxa"/>
          </w:tcPr>
          <w:p w14:paraId="727CF0E4" w14:textId="77777777" w:rsidR="002851EC" w:rsidRPr="009C54AE" w:rsidRDefault="002851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6BF4EA" w14:textId="77777777" w:rsidR="002851EC" w:rsidRPr="00777AC1" w:rsidRDefault="0077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</w:t>
            </w:r>
            <w:r w:rsidR="00300A04" w:rsidRPr="00777AC1">
              <w:rPr>
                <w:rFonts w:ascii="Corbel" w:hAnsi="Corbel"/>
                <w:b w:val="0"/>
                <w:szCs w:val="24"/>
              </w:rPr>
              <w:t>gzamin ustny</w:t>
            </w:r>
          </w:p>
        </w:tc>
        <w:tc>
          <w:tcPr>
            <w:tcW w:w="2117" w:type="dxa"/>
          </w:tcPr>
          <w:p w14:paraId="797453AD" w14:textId="77777777" w:rsidR="002851EC" w:rsidRPr="009C54AE" w:rsidRDefault="00777AC1" w:rsidP="00777A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851EC" w:rsidRPr="009C54AE" w14:paraId="53BCF4FE" w14:textId="77777777" w:rsidTr="002851EC">
        <w:tc>
          <w:tcPr>
            <w:tcW w:w="1962" w:type="dxa"/>
          </w:tcPr>
          <w:p w14:paraId="17267E2A" w14:textId="77777777" w:rsidR="002851EC" w:rsidRPr="009C54AE" w:rsidRDefault="002851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03C6119" w14:textId="77777777" w:rsidR="002851EC" w:rsidRPr="00777AC1" w:rsidRDefault="00777AC1" w:rsidP="00777A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7AC1">
              <w:rPr>
                <w:rFonts w:ascii="Corbel" w:hAnsi="Corbel"/>
                <w:b w:val="0"/>
                <w:szCs w:val="24"/>
              </w:rPr>
              <w:t>Egzamin ustny,</w:t>
            </w:r>
            <w:r w:rsidR="00300A04" w:rsidRPr="00777AC1">
              <w:rPr>
                <w:rFonts w:ascii="Corbel" w:hAnsi="Corbel"/>
                <w:b w:val="0"/>
                <w:szCs w:val="24"/>
              </w:rPr>
              <w:t xml:space="preserve"> </w:t>
            </w:r>
            <w:r w:rsidRPr="00777AC1">
              <w:rPr>
                <w:rFonts w:ascii="Corbel" w:hAnsi="Corbel"/>
                <w:b w:val="0"/>
                <w:szCs w:val="24"/>
              </w:rPr>
              <w:t>Projekt wywiadu środowiskowego i </w:t>
            </w:r>
            <w:r w:rsidR="00300A04" w:rsidRPr="00777AC1">
              <w:rPr>
                <w:rFonts w:ascii="Corbel" w:hAnsi="Corbel"/>
                <w:b w:val="0"/>
                <w:szCs w:val="24"/>
              </w:rPr>
              <w:t>kontraktu socjalnego</w:t>
            </w:r>
          </w:p>
        </w:tc>
        <w:tc>
          <w:tcPr>
            <w:tcW w:w="2117" w:type="dxa"/>
          </w:tcPr>
          <w:p w14:paraId="1BC9D861" w14:textId="77777777" w:rsidR="002851EC" w:rsidRPr="009C54AE" w:rsidRDefault="00777AC1" w:rsidP="00777A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</w:t>
            </w:r>
            <w:r w:rsidR="00300A04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851EC" w:rsidRPr="009C54AE" w14:paraId="7F80505E" w14:textId="77777777" w:rsidTr="002851EC">
        <w:tc>
          <w:tcPr>
            <w:tcW w:w="1962" w:type="dxa"/>
          </w:tcPr>
          <w:p w14:paraId="09C04E8A" w14:textId="77777777" w:rsidR="002851EC" w:rsidRPr="009C54AE" w:rsidRDefault="002851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1E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FEDE32" w14:textId="77777777" w:rsidR="002851EC" w:rsidRPr="00777AC1" w:rsidRDefault="00777A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="00300A04" w:rsidRPr="00777AC1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2080B9A2" w14:textId="77777777" w:rsidR="002851EC" w:rsidRPr="009C54AE" w:rsidRDefault="00777AC1" w:rsidP="00777A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00A04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F1BD7B" w14:textId="77777777" w:rsidTr="00923D7D">
        <w:tc>
          <w:tcPr>
            <w:tcW w:w="9670" w:type="dxa"/>
          </w:tcPr>
          <w:p w14:paraId="19B19CBE" w14:textId="77777777" w:rsidR="00D14649" w:rsidRPr="00D14649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Wykład: Egzamin ustny (90%) + obecność na zajęciach (10%).</w:t>
            </w:r>
          </w:p>
          <w:p w14:paraId="07AC0315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649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  <w:r w:rsidRPr="0048010A">
              <w:rPr>
                <w:rFonts w:ascii="Corbel" w:hAnsi="Corbel"/>
                <w:smallCaps w:val="0"/>
                <w:szCs w:val="24"/>
              </w:rPr>
              <w:t>:</w:t>
            </w:r>
            <w:r w:rsidRPr="0048010A">
              <w:rPr>
                <w:rFonts w:ascii="Corbel" w:hAnsi="Corbel"/>
                <w:b w:val="0"/>
                <w:smallCaps w:val="0"/>
                <w:szCs w:val="24"/>
              </w:rPr>
              <w:t xml:space="preserve"> Ocenę końcową z przedmiotu ustala się według poniższego kryterium ujmującego zadania cząstkowe*:</w:t>
            </w:r>
          </w:p>
          <w:p w14:paraId="7EC8634C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1. Ocena z projektu wywiadu środowiskowego (45%) oraz projektu kontraktu socjalnego (45%). Łącznie 90%.</w:t>
            </w:r>
          </w:p>
          <w:p w14:paraId="5D36E1A3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2.  Aktywność na zajęciach – 10%.</w:t>
            </w:r>
          </w:p>
          <w:p w14:paraId="44A8088F" w14:textId="77777777" w:rsidR="00D14649" w:rsidRPr="0048010A" w:rsidRDefault="00D14649" w:rsidP="00D1464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* Łączna suma punktów procentowych (%) uzyskanych z każdego zadania cząstkowego - od 1 do 2 - będzie ostatecznie odnoszona do skali z oceną finalną (od 5.0 do 2.0), która jest załączona poniżej:</w:t>
            </w:r>
          </w:p>
          <w:p w14:paraId="67BFCD7C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8FD1C92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22F43DFB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7C869221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00CC7C3E" w14:textId="77777777" w:rsidR="00D14649" w:rsidRPr="0048010A" w:rsidRDefault="00D14649" w:rsidP="00D146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335A7DDE" w14:textId="77777777" w:rsidR="0085747A" w:rsidRPr="009C54AE" w:rsidRDefault="00D146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010A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2BD93" w14:textId="77777777" w:rsidTr="00923D7D">
        <w:tc>
          <w:tcPr>
            <w:tcW w:w="4962" w:type="dxa"/>
          </w:tcPr>
          <w:p w14:paraId="1943409D" w14:textId="2728BA1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32BAF09D" w:rsidR="0085747A" w:rsidRPr="009C54AE" w:rsidRDefault="00364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C61DC5" w:rsidRPr="009C54AE" w:rsidRDefault="00C848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7F9F86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1D0CBD5C" w:rsidR="00C61DC5" w:rsidRPr="009C54AE" w:rsidRDefault="00364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8B6CDE4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CF255B" w14:textId="77777777" w:rsidR="0085747A" w:rsidRPr="009C54AE" w:rsidRDefault="00C848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9C54AE" w14:paraId="35CA6A37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B90EB" w14:textId="77777777" w:rsidR="0085747A" w:rsidRPr="009C54AE" w:rsidRDefault="00C848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0D8DC1" w14:textId="77777777" w:rsidR="00FD4EBA" w:rsidRPr="009C54AE" w:rsidRDefault="00FD4EBA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7F98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687F98" w:rsidRPr="009C54AE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687F98" w:rsidRPr="00601721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87F98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687F98" w:rsidRPr="009C54AE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687F98" w:rsidRPr="00601721" w:rsidRDefault="00687F98" w:rsidP="0068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172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EB20576" w14:textId="77777777" w:rsidTr="0071620A">
        <w:trPr>
          <w:trHeight w:val="397"/>
        </w:trPr>
        <w:tc>
          <w:tcPr>
            <w:tcW w:w="7513" w:type="dxa"/>
          </w:tcPr>
          <w:p w14:paraId="0D317C7E" w14:textId="77777777" w:rsidR="00C848C8" w:rsidRPr="00687F98" w:rsidRDefault="0085747A" w:rsidP="009C54AE">
            <w:pPr>
              <w:pStyle w:val="Punktygwne"/>
              <w:spacing w:before="0" w:after="0"/>
            </w:pPr>
            <w:r w:rsidRPr="00687F98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C848C8" w:rsidRPr="00687F98">
              <w:t xml:space="preserve"> </w:t>
            </w:r>
          </w:p>
          <w:p w14:paraId="4602AD36" w14:textId="77777777" w:rsidR="0085747A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Dubois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Krogesrud-Miley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(1999).</w:t>
            </w:r>
            <w:r w:rsidR="00C848C8" w:rsidRPr="00C848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848C8"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Praca socjalna. Zawó</w:t>
            </w:r>
            <w:r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d, który dodaje sił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Cz. 1 i 2. Katowice:</w:t>
            </w:r>
            <w:r w:rsidR="00C848C8" w:rsidRPr="00C848C8">
              <w:rPr>
                <w:rFonts w:ascii="Corbel" w:hAnsi="Corbel"/>
                <w:b w:val="0"/>
                <w:smallCaps w:val="0"/>
                <w:szCs w:val="24"/>
              </w:rPr>
              <w:t xml:space="preserve">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8A6ADB" w14:textId="77777777" w:rsidR="001D6EC8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Robertis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C. (1998).</w:t>
            </w:r>
            <w:r w:rsidR="001D6EC8" w:rsidRPr="001D6E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6EC8" w:rsidRPr="006F2F32">
              <w:rPr>
                <w:rFonts w:ascii="Corbel" w:hAnsi="Corbel"/>
                <w:b w:val="0"/>
                <w:i/>
                <w:smallCaps w:val="0"/>
                <w:szCs w:val="24"/>
              </w:rPr>
              <w:t>Metodyka działania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Katowice: </w:t>
            </w:r>
            <w:r w:rsidR="001D6EC8" w:rsidRPr="001D6EC8"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A07BBE" w14:textId="77777777" w:rsidR="00C848C8" w:rsidRDefault="001D6E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Frysztacki K.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Socjologia problemów społecznych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W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1D6E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Scholar</w:t>
            </w:r>
            <w:r w:rsidR="006F2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089E81" w14:textId="77777777" w:rsidR="00237F06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Kadela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Kowalczyk J. (2014).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pracy socjalnej. Rekomendacje metodyczne i organizacyjne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Wrzos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9A6829" w14:textId="77777777" w:rsidR="00237F06" w:rsidRDefault="006F2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 (2003).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pracownika socjalnego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Częstochowa: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ntrum Szkoleniowo-Wydawnicze AV,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Towarzystwo Pracownik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Socjalnych.</w:t>
            </w:r>
          </w:p>
          <w:p w14:paraId="136B6C8F" w14:textId="77777777" w:rsidR="00237F06" w:rsidRDefault="00FA7952" w:rsidP="00237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Król-Fijewska M. (2012).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W.A.B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D65F1" w14:textId="77777777" w:rsidR="00237F06" w:rsidRDefault="00237F06" w:rsidP="00237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Ławniczak D., Marszałkowska M., Mierzejewska B., Polczyk D., </w:t>
            </w:r>
            <w:proofErr w:type="spellStart"/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 (2014). 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Rozwoju Zasobów Ludzkich</w:t>
            </w:r>
            <w:r w:rsidR="00FA79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5E05DDB" w14:textId="77777777" w:rsidR="00237F06" w:rsidRDefault="00FA79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 M. (red.) (2012).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7F06"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Pracownicy socjalni i praca socjalna w Polsce. Mi</w:t>
            </w:r>
            <w:r w:rsidRPr="00FA79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ędzy służbą społeczną a urzędem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</w:t>
            </w:r>
            <w:r w:rsidR="00237F06" w:rsidRPr="0023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Instytut Spraw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07692D" w14:textId="77777777" w:rsidR="00237F06" w:rsidRPr="009C54AE" w:rsidRDefault="00F933C6" w:rsidP="004D6D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Wódz K., Pawl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as-Czyż S.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wobec nowych o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bszarów wykluczenia społecznego.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</w:t>
            </w:r>
            <w:r w:rsidRPr="00F93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Akapit</w:t>
            </w:r>
            <w:r w:rsidR="004D6D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98B36E1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6908D1" w:rsidRPr="00687F9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45CD00A" w14:textId="77777777" w:rsidR="0085747A" w:rsidRDefault="004D6D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Piątek K. (red.) (2002).</w:t>
            </w:r>
            <w:r w:rsidR="006908D1" w:rsidRPr="006908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908D1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Wielowymiarowość pracy soc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Toruń: Wydawnictwo Akapit.</w:t>
            </w:r>
          </w:p>
          <w:p w14:paraId="1B621011" w14:textId="77777777" w:rsidR="00141D39" w:rsidRDefault="004D6DBF" w:rsidP="009C54AE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Orłowska M., Malinowski L. (2000).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1D39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Praca socjalna w poszukiwaniu metod i nar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zędzi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Żak.</w:t>
            </w:r>
            <w:r w:rsidR="00141D39">
              <w:t xml:space="preserve"> </w:t>
            </w:r>
          </w:p>
          <w:p w14:paraId="530976CB" w14:textId="77777777" w:rsidR="006908D1" w:rsidRPr="00687F98" w:rsidRDefault="004D6DBF" w:rsidP="004D6D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Chorab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(2004).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1D39"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>Kształtowanie się zawodu</w:t>
            </w:r>
            <w:r w:rsidRPr="004D6DB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pracownika socjalnego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Częstochowa:</w:t>
            </w:r>
            <w:r w:rsidR="00141D39" w:rsidRPr="00141D39">
              <w:rPr>
                <w:rFonts w:ascii="Corbel" w:hAnsi="Corbel"/>
                <w:b w:val="0"/>
                <w:smallCaps w:val="0"/>
                <w:szCs w:val="24"/>
              </w:rPr>
              <w:t xml:space="preserve"> Ośrodek Kształcenia Służb Publicznych i Socjalnych - Centrum AV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782A" w14:textId="77777777" w:rsidR="00A4434E" w:rsidRDefault="00A4434E" w:rsidP="00C16ABF">
      <w:pPr>
        <w:spacing w:after="0" w:line="240" w:lineRule="auto"/>
      </w:pPr>
      <w:r>
        <w:separator/>
      </w:r>
    </w:p>
  </w:endnote>
  <w:endnote w:type="continuationSeparator" w:id="0">
    <w:p w14:paraId="48AC73B1" w14:textId="77777777" w:rsidR="00A4434E" w:rsidRDefault="00A443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56292" w14:textId="77777777" w:rsidR="00A4434E" w:rsidRDefault="00A4434E" w:rsidP="00C16ABF">
      <w:pPr>
        <w:spacing w:after="0" w:line="240" w:lineRule="auto"/>
      </w:pPr>
      <w:r>
        <w:separator/>
      </w:r>
    </w:p>
  </w:footnote>
  <w:footnote w:type="continuationSeparator" w:id="0">
    <w:p w14:paraId="078885A8" w14:textId="77777777" w:rsidR="00A4434E" w:rsidRDefault="00A4434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60721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NDY0MDY0MrUwNjRT0lEKTi0uzszPAykwrAUAOQajhywAAAA="/>
  </w:docVars>
  <w:rsids>
    <w:rsidRoot w:val="00BD66E9"/>
    <w:rsid w:val="000048FD"/>
    <w:rsid w:val="0000716F"/>
    <w:rsid w:val="000077B4"/>
    <w:rsid w:val="00015B8F"/>
    <w:rsid w:val="00022ECE"/>
    <w:rsid w:val="00042A51"/>
    <w:rsid w:val="00042D2E"/>
    <w:rsid w:val="00044C82"/>
    <w:rsid w:val="00064593"/>
    <w:rsid w:val="00070ED6"/>
    <w:rsid w:val="000742DC"/>
    <w:rsid w:val="00082951"/>
    <w:rsid w:val="00084C12"/>
    <w:rsid w:val="00085112"/>
    <w:rsid w:val="0008704C"/>
    <w:rsid w:val="0009046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E90"/>
    <w:rsid w:val="000D04B0"/>
    <w:rsid w:val="000F1C57"/>
    <w:rsid w:val="000F5615"/>
    <w:rsid w:val="00124BFF"/>
    <w:rsid w:val="0012560E"/>
    <w:rsid w:val="00127108"/>
    <w:rsid w:val="00134B13"/>
    <w:rsid w:val="00135FDE"/>
    <w:rsid w:val="00141D3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365"/>
    <w:rsid w:val="001B2766"/>
    <w:rsid w:val="001D657B"/>
    <w:rsid w:val="001D6EC8"/>
    <w:rsid w:val="001D7B54"/>
    <w:rsid w:val="001E0209"/>
    <w:rsid w:val="001F2CA2"/>
    <w:rsid w:val="002144C0"/>
    <w:rsid w:val="0022477D"/>
    <w:rsid w:val="002278A9"/>
    <w:rsid w:val="002336F9"/>
    <w:rsid w:val="00237F06"/>
    <w:rsid w:val="0024028F"/>
    <w:rsid w:val="00244ABC"/>
    <w:rsid w:val="00274EC9"/>
    <w:rsid w:val="00281FF2"/>
    <w:rsid w:val="002851E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A0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966"/>
    <w:rsid w:val="00363F78"/>
    <w:rsid w:val="00364A51"/>
    <w:rsid w:val="003A0A5B"/>
    <w:rsid w:val="003A1176"/>
    <w:rsid w:val="003C0BAE"/>
    <w:rsid w:val="003D18A9"/>
    <w:rsid w:val="003D6CE2"/>
    <w:rsid w:val="003E0FAD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AEF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DBF"/>
    <w:rsid w:val="004F1551"/>
    <w:rsid w:val="004F55A3"/>
    <w:rsid w:val="0050496F"/>
    <w:rsid w:val="0050733D"/>
    <w:rsid w:val="00513B6F"/>
    <w:rsid w:val="00517C63"/>
    <w:rsid w:val="00524EA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721"/>
    <w:rsid w:val="0061029B"/>
    <w:rsid w:val="00617230"/>
    <w:rsid w:val="00621CE1"/>
    <w:rsid w:val="00627FC9"/>
    <w:rsid w:val="00642EA6"/>
    <w:rsid w:val="00647FA8"/>
    <w:rsid w:val="00650C5F"/>
    <w:rsid w:val="00654934"/>
    <w:rsid w:val="006620D9"/>
    <w:rsid w:val="00671958"/>
    <w:rsid w:val="00675843"/>
    <w:rsid w:val="00687F98"/>
    <w:rsid w:val="006908D1"/>
    <w:rsid w:val="00696477"/>
    <w:rsid w:val="006D050F"/>
    <w:rsid w:val="006D6139"/>
    <w:rsid w:val="006E5D65"/>
    <w:rsid w:val="006F1282"/>
    <w:rsid w:val="006F1FBC"/>
    <w:rsid w:val="006F2F32"/>
    <w:rsid w:val="006F31E2"/>
    <w:rsid w:val="00701A4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A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5CA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70B"/>
    <w:rsid w:val="00916188"/>
    <w:rsid w:val="0092281B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34E"/>
    <w:rsid w:val="00A53FA5"/>
    <w:rsid w:val="00A54817"/>
    <w:rsid w:val="00A601C8"/>
    <w:rsid w:val="00A60799"/>
    <w:rsid w:val="00A84C85"/>
    <w:rsid w:val="00A95833"/>
    <w:rsid w:val="00A97DE1"/>
    <w:rsid w:val="00AA68B4"/>
    <w:rsid w:val="00AB053C"/>
    <w:rsid w:val="00AD1146"/>
    <w:rsid w:val="00AD27D3"/>
    <w:rsid w:val="00AD66D6"/>
    <w:rsid w:val="00AE0313"/>
    <w:rsid w:val="00AE1160"/>
    <w:rsid w:val="00AE203C"/>
    <w:rsid w:val="00AE2E74"/>
    <w:rsid w:val="00AE5FCB"/>
    <w:rsid w:val="00AF2C1E"/>
    <w:rsid w:val="00B01D44"/>
    <w:rsid w:val="00B06142"/>
    <w:rsid w:val="00B135B1"/>
    <w:rsid w:val="00B3108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8C8"/>
    <w:rsid w:val="00C90A4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4EE3"/>
    <w:rsid w:val="00D1464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EC3"/>
    <w:rsid w:val="00DE09C0"/>
    <w:rsid w:val="00DE4A14"/>
    <w:rsid w:val="00DF320D"/>
    <w:rsid w:val="00DF71C8"/>
    <w:rsid w:val="00E129B8"/>
    <w:rsid w:val="00E14EF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3C6"/>
    <w:rsid w:val="00F974DA"/>
    <w:rsid w:val="00FA46E5"/>
    <w:rsid w:val="00FA7952"/>
    <w:rsid w:val="00FB7DBA"/>
    <w:rsid w:val="00FC1C25"/>
    <w:rsid w:val="00FC3F45"/>
    <w:rsid w:val="00FD4EBA"/>
    <w:rsid w:val="00FD503F"/>
    <w:rsid w:val="00FD7589"/>
    <w:rsid w:val="00FF016A"/>
    <w:rsid w:val="00FF1401"/>
    <w:rsid w:val="00FF5E7D"/>
    <w:rsid w:val="015D746D"/>
    <w:rsid w:val="2D88CD4A"/>
    <w:rsid w:val="5778A07C"/>
    <w:rsid w:val="60BDE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523A"/>
  <w15:docId w15:val="{46FE2A91-3AF6-4F97-B7F0-3845F566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89BE9-CC31-4F08-90B9-ECD7B4906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CD987D-3863-497C-A6C0-80BEC32B55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AF6823-E443-4111-96DD-5FC273015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A49857-9928-4B74-B67D-B5A98B8CE3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1315</Words>
  <Characters>7892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11</cp:revision>
  <cp:lastPrinted>2019-02-06T12:12:00Z</cp:lastPrinted>
  <dcterms:created xsi:type="dcterms:W3CDTF">2021-09-22T20:29:00Z</dcterms:created>
  <dcterms:modified xsi:type="dcterms:W3CDTF">2023-07-12T06:12:00Z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